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2358B7" w14:textId="0E3A7A48" w:rsidR="006F3BA2" w:rsidRDefault="006F3BA2" w:rsidP="006F3BA2">
      <w:pPr>
        <w:rPr>
          <w:rStyle w:val="Emfaz"/>
          <w:lang w:val="en-US"/>
        </w:rPr>
      </w:pPr>
    </w:p>
    <w:p w14:paraId="7471CE5B" w14:textId="4D066DB9" w:rsidR="000E4DE9" w:rsidRDefault="000E4DE9" w:rsidP="006F3BA2">
      <w:pPr>
        <w:rPr>
          <w:rStyle w:val="Emfaz"/>
          <w:lang w:val="en-US"/>
        </w:rPr>
      </w:pPr>
    </w:p>
    <w:p w14:paraId="0EC2930D" w14:textId="77777777" w:rsidR="00AA0FF5" w:rsidRPr="00716024" w:rsidRDefault="00AA0FF5" w:rsidP="00AA0FF5">
      <w:pPr>
        <w:pStyle w:val="Antrats"/>
        <w:tabs>
          <w:tab w:val="left" w:pos="1296"/>
        </w:tabs>
        <w:rPr>
          <w:rFonts w:ascii="Times New Roman" w:hAnsi="Times New Roman"/>
          <w:bCs/>
          <w:sz w:val="24"/>
          <w:szCs w:val="24"/>
        </w:rPr>
      </w:pPr>
      <w:r w:rsidRPr="00716024">
        <w:rPr>
          <w:rFonts w:ascii="Times New Roman" w:hAnsi="Times New Roman"/>
          <w:bCs/>
          <w:sz w:val="24"/>
          <w:szCs w:val="24"/>
        </w:rPr>
        <w:t>UAB „</w:t>
      </w:r>
      <w:proofErr w:type="spellStart"/>
      <w:r w:rsidRPr="00716024">
        <w:rPr>
          <w:rFonts w:ascii="Times New Roman" w:hAnsi="Times New Roman"/>
          <w:bCs/>
          <w:sz w:val="24"/>
          <w:szCs w:val="24"/>
        </w:rPr>
        <w:t>Kesko</w:t>
      </w:r>
      <w:proofErr w:type="spellEnd"/>
      <w:r w:rsidRPr="00716024">
        <w:rPr>
          <w:rFonts w:ascii="Times New Roman" w:hAnsi="Times New Roman"/>
          <w:bCs/>
          <w:sz w:val="24"/>
          <w:szCs w:val="24"/>
        </w:rPr>
        <w:t xml:space="preserve"> Senukai Lithuania“</w:t>
      </w:r>
    </w:p>
    <w:p w14:paraId="15BABAA7" w14:textId="23100DFC" w:rsidR="000E4DE9" w:rsidRPr="00716024" w:rsidRDefault="00AA0FF5" w:rsidP="00AA0FF5">
      <w:pPr>
        <w:pStyle w:val="Antrats"/>
        <w:tabs>
          <w:tab w:val="left" w:pos="1296"/>
        </w:tabs>
        <w:rPr>
          <w:rFonts w:ascii="Times New Roman" w:hAnsi="Times New Roman"/>
          <w:bCs/>
          <w:sz w:val="24"/>
          <w:szCs w:val="24"/>
        </w:rPr>
      </w:pPr>
      <w:r w:rsidRPr="00716024">
        <w:rPr>
          <w:rFonts w:ascii="Times New Roman" w:hAnsi="Times New Roman"/>
          <w:bCs/>
          <w:sz w:val="24"/>
          <w:szCs w:val="24"/>
        </w:rPr>
        <w:t>Islandijos pl. 32B, 51500 Kaunas</w:t>
      </w:r>
      <w:r w:rsidR="000E4DE9" w:rsidRPr="00716024">
        <w:rPr>
          <w:rFonts w:ascii="Times New Roman" w:hAnsi="Times New Roman"/>
          <w:bCs/>
          <w:sz w:val="24"/>
          <w:szCs w:val="24"/>
        </w:rPr>
        <w:t xml:space="preserve">                                                    202</w:t>
      </w:r>
      <w:r w:rsidRPr="00716024">
        <w:rPr>
          <w:rFonts w:ascii="Times New Roman" w:hAnsi="Times New Roman"/>
          <w:bCs/>
          <w:sz w:val="24"/>
          <w:szCs w:val="24"/>
        </w:rPr>
        <w:t>3</w:t>
      </w:r>
      <w:r w:rsidR="000E4DE9" w:rsidRPr="00716024">
        <w:rPr>
          <w:rFonts w:ascii="Times New Roman" w:hAnsi="Times New Roman"/>
          <w:bCs/>
          <w:sz w:val="24"/>
          <w:szCs w:val="24"/>
        </w:rPr>
        <w:t>-</w:t>
      </w:r>
      <w:r w:rsidRPr="00716024">
        <w:rPr>
          <w:rFonts w:ascii="Times New Roman" w:hAnsi="Times New Roman"/>
          <w:bCs/>
          <w:sz w:val="24"/>
          <w:szCs w:val="24"/>
        </w:rPr>
        <w:t>03</w:t>
      </w:r>
      <w:r w:rsidR="000E4DE9" w:rsidRPr="00716024">
        <w:rPr>
          <w:rFonts w:ascii="Times New Roman" w:hAnsi="Times New Roman"/>
          <w:bCs/>
          <w:sz w:val="24"/>
          <w:szCs w:val="24"/>
        </w:rPr>
        <w:t>-       Nr. SD-</w:t>
      </w:r>
    </w:p>
    <w:p w14:paraId="37975AAE" w14:textId="502C2B64" w:rsidR="000E4DE9" w:rsidRPr="00716024" w:rsidRDefault="000E4DE9" w:rsidP="000E4DE9">
      <w:pPr>
        <w:pStyle w:val="Antrats"/>
        <w:tabs>
          <w:tab w:val="left" w:pos="1296"/>
        </w:tabs>
        <w:rPr>
          <w:rFonts w:ascii="Times New Roman" w:hAnsi="Times New Roman"/>
          <w:bCs/>
          <w:sz w:val="24"/>
          <w:szCs w:val="24"/>
        </w:rPr>
      </w:pPr>
      <w:r w:rsidRPr="00716024">
        <w:rPr>
          <w:rFonts w:ascii="Times New Roman" w:hAnsi="Times New Roman"/>
          <w:bCs/>
          <w:sz w:val="24"/>
          <w:szCs w:val="24"/>
        </w:rPr>
        <w:t xml:space="preserve">El. p. </w:t>
      </w:r>
      <w:hyperlink r:id="rId11" w:history="1">
        <w:r w:rsidR="00AA0FF5" w:rsidRPr="00716024">
          <w:rPr>
            <w:rStyle w:val="Hipersaitas"/>
            <w:rFonts w:ascii="Times New Roman" w:hAnsi="Times New Roman"/>
            <w:color w:val="auto"/>
            <w:sz w:val="24"/>
            <w:szCs w:val="24"/>
          </w:rPr>
          <w:t>egle.rilskiene@keskosenukai.lt</w:t>
        </w:r>
      </w:hyperlink>
      <w:r w:rsidRPr="00716024">
        <w:rPr>
          <w:rFonts w:ascii="Times New Roman" w:hAnsi="Times New Roman"/>
          <w:bCs/>
          <w:sz w:val="24"/>
          <w:szCs w:val="24"/>
        </w:rPr>
        <w:t xml:space="preserve">                                      </w:t>
      </w:r>
      <w:r w:rsidR="00C97D93" w:rsidRPr="00716024">
        <w:rPr>
          <w:rFonts w:ascii="Times New Roman" w:hAnsi="Times New Roman"/>
          <w:bCs/>
          <w:sz w:val="24"/>
          <w:szCs w:val="24"/>
        </w:rPr>
        <w:t xml:space="preserve">  </w:t>
      </w:r>
      <w:r w:rsidR="00716024">
        <w:rPr>
          <w:rFonts w:ascii="Times New Roman" w:hAnsi="Times New Roman"/>
          <w:bCs/>
          <w:sz w:val="24"/>
          <w:szCs w:val="24"/>
        </w:rPr>
        <w:t xml:space="preserve">  </w:t>
      </w:r>
      <w:r w:rsidR="00C97D93" w:rsidRPr="00716024">
        <w:rPr>
          <w:rFonts w:ascii="Times New Roman" w:hAnsi="Times New Roman"/>
          <w:bCs/>
          <w:sz w:val="24"/>
          <w:szCs w:val="24"/>
        </w:rPr>
        <w:t xml:space="preserve">   </w:t>
      </w:r>
      <w:r w:rsidRPr="00716024">
        <w:rPr>
          <w:rFonts w:ascii="Times New Roman" w:hAnsi="Times New Roman"/>
          <w:bCs/>
          <w:sz w:val="24"/>
          <w:szCs w:val="24"/>
        </w:rPr>
        <w:t xml:space="preserve"> Į 202</w:t>
      </w:r>
      <w:r w:rsidR="00AA0FF5" w:rsidRPr="00716024">
        <w:rPr>
          <w:rFonts w:ascii="Times New Roman" w:hAnsi="Times New Roman"/>
          <w:bCs/>
          <w:sz w:val="24"/>
          <w:szCs w:val="24"/>
        </w:rPr>
        <w:t>3</w:t>
      </w:r>
      <w:r w:rsidRPr="00716024">
        <w:rPr>
          <w:rFonts w:ascii="Times New Roman" w:hAnsi="Times New Roman"/>
          <w:bCs/>
          <w:sz w:val="24"/>
          <w:szCs w:val="24"/>
        </w:rPr>
        <w:t>-</w:t>
      </w:r>
      <w:r w:rsidR="00AA0FF5" w:rsidRPr="00716024">
        <w:rPr>
          <w:rFonts w:ascii="Times New Roman" w:hAnsi="Times New Roman"/>
          <w:bCs/>
          <w:sz w:val="24"/>
          <w:szCs w:val="24"/>
        </w:rPr>
        <w:t>03</w:t>
      </w:r>
      <w:r w:rsidRPr="00716024">
        <w:rPr>
          <w:rFonts w:ascii="Times New Roman" w:hAnsi="Times New Roman"/>
          <w:bCs/>
          <w:sz w:val="24"/>
          <w:szCs w:val="24"/>
        </w:rPr>
        <w:t>-</w:t>
      </w:r>
      <w:r w:rsidR="00AA0FF5" w:rsidRPr="00716024">
        <w:rPr>
          <w:rFonts w:ascii="Times New Roman" w:hAnsi="Times New Roman"/>
          <w:bCs/>
          <w:sz w:val="24"/>
          <w:szCs w:val="24"/>
        </w:rPr>
        <w:t>24</w:t>
      </w:r>
      <w:r w:rsidRPr="00716024">
        <w:rPr>
          <w:rFonts w:ascii="Times New Roman" w:hAnsi="Times New Roman"/>
          <w:bCs/>
          <w:sz w:val="24"/>
          <w:szCs w:val="24"/>
        </w:rPr>
        <w:t xml:space="preserve"> </w:t>
      </w:r>
    </w:p>
    <w:p w14:paraId="0AAC2502" w14:textId="09146631" w:rsidR="000E4DE9" w:rsidRDefault="000E4DE9" w:rsidP="006F3BA2">
      <w:pPr>
        <w:rPr>
          <w:rStyle w:val="Emfaz"/>
          <w:lang w:val="en-US"/>
        </w:rPr>
      </w:pPr>
    </w:p>
    <w:p w14:paraId="6EA11C92" w14:textId="77777777" w:rsidR="000E4DE9" w:rsidRPr="00EF7B64" w:rsidRDefault="000E4DE9" w:rsidP="006F3BA2">
      <w:pPr>
        <w:rPr>
          <w:rStyle w:val="Emfaz"/>
          <w:lang w:val="en-US"/>
        </w:rPr>
      </w:pPr>
    </w:p>
    <w:p w14:paraId="2BA2C534" w14:textId="129680C5" w:rsidR="000E4DE9" w:rsidRPr="00716024" w:rsidRDefault="000E4DE9" w:rsidP="00716024">
      <w:pPr>
        <w:pStyle w:val="Antrats"/>
        <w:jc w:val="both"/>
        <w:rPr>
          <w:rFonts w:ascii="Times New Roman" w:hAnsi="Times New Roman"/>
          <w:b/>
          <w:bCs/>
          <w:sz w:val="24"/>
        </w:rPr>
      </w:pPr>
      <w:r w:rsidRPr="00716024">
        <w:rPr>
          <w:rFonts w:ascii="Times New Roman" w:hAnsi="Times New Roman"/>
          <w:b/>
          <w:bCs/>
          <w:sz w:val="24"/>
        </w:rPr>
        <w:t>DĖL SĖKMINGAI ĮVYKDYTOS SUTARTIES</w:t>
      </w:r>
    </w:p>
    <w:p w14:paraId="2ED8929C" w14:textId="77777777" w:rsidR="000E4DE9" w:rsidRPr="00716024" w:rsidRDefault="000E4DE9" w:rsidP="00716024">
      <w:pPr>
        <w:pStyle w:val="Antrats"/>
        <w:jc w:val="both"/>
        <w:rPr>
          <w:rFonts w:ascii="Times New Roman" w:hAnsi="Times New Roman"/>
          <w:b/>
          <w:bCs/>
          <w:sz w:val="24"/>
        </w:rPr>
      </w:pPr>
    </w:p>
    <w:p w14:paraId="5F0DD07E" w14:textId="25DCFD1C" w:rsidR="00B33E6C" w:rsidRPr="00716024" w:rsidRDefault="000E4DE9" w:rsidP="00716024">
      <w:pPr>
        <w:spacing w:line="360" w:lineRule="auto"/>
        <w:ind w:firstLine="731"/>
        <w:jc w:val="both"/>
        <w:rPr>
          <w:rFonts w:ascii="Times New Roman" w:hAnsi="Times New Roman"/>
          <w:sz w:val="24"/>
        </w:rPr>
      </w:pPr>
      <w:bookmarkStart w:id="0" w:name="_Hlk100560096"/>
      <w:r w:rsidRPr="00716024">
        <w:rPr>
          <w:rFonts w:ascii="Times New Roman" w:hAnsi="Times New Roman"/>
          <w:sz w:val="24"/>
        </w:rPr>
        <w:t xml:space="preserve">Kauno rajono savivaldybės administracija (toliau – Administracija) atsakydama į </w:t>
      </w:r>
      <w:r w:rsidR="00AA0FF5" w:rsidRPr="00716024">
        <w:rPr>
          <w:rFonts w:ascii="Times New Roman" w:hAnsi="Times New Roman"/>
          <w:sz w:val="24"/>
        </w:rPr>
        <w:t xml:space="preserve">Jūsų 2023-03-24 </w:t>
      </w:r>
      <w:r w:rsidRPr="00716024">
        <w:rPr>
          <w:rFonts w:ascii="Times New Roman" w:hAnsi="Times New Roman"/>
          <w:sz w:val="24"/>
        </w:rPr>
        <w:t xml:space="preserve">prašymą informuoja, kad </w:t>
      </w:r>
      <w:r w:rsidR="00AA0FF5" w:rsidRPr="00716024">
        <w:rPr>
          <w:rFonts w:ascii="Times New Roman" w:hAnsi="Times New Roman"/>
          <w:sz w:val="24"/>
        </w:rPr>
        <w:t>UAB „</w:t>
      </w:r>
      <w:proofErr w:type="spellStart"/>
      <w:r w:rsidR="00AA0FF5" w:rsidRPr="00716024">
        <w:rPr>
          <w:rFonts w:ascii="Times New Roman" w:hAnsi="Times New Roman"/>
          <w:sz w:val="24"/>
        </w:rPr>
        <w:t>Kesko</w:t>
      </w:r>
      <w:proofErr w:type="spellEnd"/>
      <w:r w:rsidR="00AA0FF5" w:rsidRPr="00716024">
        <w:rPr>
          <w:rFonts w:ascii="Times New Roman" w:hAnsi="Times New Roman"/>
          <w:sz w:val="24"/>
        </w:rPr>
        <w:t xml:space="preserve"> Senukai Lithuania“ </w:t>
      </w:r>
      <w:r w:rsidR="0044768D" w:rsidRPr="00716024">
        <w:rPr>
          <w:rFonts w:ascii="Times New Roman" w:hAnsi="Times New Roman"/>
          <w:sz w:val="24"/>
        </w:rPr>
        <w:t>sėkmingai įvykdė</w:t>
      </w:r>
      <w:r w:rsidRPr="00716024">
        <w:rPr>
          <w:rFonts w:ascii="Times New Roman" w:hAnsi="Times New Roman"/>
          <w:sz w:val="24"/>
        </w:rPr>
        <w:t xml:space="preserve"> </w:t>
      </w:r>
      <w:r w:rsidR="0044768D" w:rsidRPr="00716024">
        <w:rPr>
          <w:rFonts w:ascii="Times New Roman" w:hAnsi="Times New Roman"/>
          <w:sz w:val="24"/>
        </w:rPr>
        <w:t xml:space="preserve">su Administracija </w:t>
      </w:r>
      <w:r w:rsidR="00AA0FF5" w:rsidRPr="00716024">
        <w:rPr>
          <w:rFonts w:ascii="Times New Roman" w:hAnsi="Times New Roman"/>
          <w:sz w:val="24"/>
          <w:szCs w:val="24"/>
        </w:rPr>
        <w:t xml:space="preserve">2021 m. sausio  19  d. </w:t>
      </w:r>
      <w:r w:rsidR="0044768D" w:rsidRPr="00716024">
        <w:rPr>
          <w:rFonts w:ascii="Times New Roman" w:hAnsi="Times New Roman"/>
          <w:sz w:val="24"/>
        </w:rPr>
        <w:t xml:space="preserve">sudarytą </w:t>
      </w:r>
      <w:r w:rsidR="00AA0FF5" w:rsidRPr="00716024">
        <w:rPr>
          <w:rFonts w:ascii="Times New Roman" w:hAnsi="Times New Roman"/>
          <w:sz w:val="24"/>
        </w:rPr>
        <w:t>pirkimo-pardavimo</w:t>
      </w:r>
      <w:r w:rsidR="00085C94" w:rsidRPr="00716024">
        <w:rPr>
          <w:rFonts w:ascii="Times New Roman" w:hAnsi="Times New Roman"/>
          <w:sz w:val="24"/>
        </w:rPr>
        <w:t xml:space="preserve"> </w:t>
      </w:r>
      <w:r w:rsidR="00AA0FF5" w:rsidRPr="00716024">
        <w:rPr>
          <w:rFonts w:ascii="Times New Roman" w:hAnsi="Times New Roman"/>
          <w:sz w:val="24"/>
        </w:rPr>
        <w:t xml:space="preserve">(Elektros, statybos, remonto ir kitų ūkinių prekių) </w:t>
      </w:r>
      <w:r w:rsidR="00085C94" w:rsidRPr="00716024">
        <w:rPr>
          <w:rFonts w:ascii="Times New Roman" w:hAnsi="Times New Roman"/>
          <w:sz w:val="24"/>
        </w:rPr>
        <w:t xml:space="preserve">pirkimo-pardavimo </w:t>
      </w:r>
      <w:r w:rsidRPr="00716024">
        <w:rPr>
          <w:rFonts w:ascii="Times New Roman" w:hAnsi="Times New Roman"/>
          <w:sz w:val="24"/>
        </w:rPr>
        <w:t>sutartį Nr. S-</w:t>
      </w:r>
      <w:r w:rsidR="00AA0FF5" w:rsidRPr="00716024">
        <w:rPr>
          <w:rFonts w:ascii="Times New Roman" w:hAnsi="Times New Roman"/>
          <w:sz w:val="24"/>
        </w:rPr>
        <w:t>47</w:t>
      </w:r>
      <w:r w:rsidRPr="00716024">
        <w:rPr>
          <w:rFonts w:ascii="Times New Roman" w:hAnsi="Times New Roman"/>
          <w:sz w:val="24"/>
        </w:rPr>
        <w:t xml:space="preserve"> (toliau – Sutartis), kurios vertė </w:t>
      </w:r>
      <w:r w:rsidR="00AA0FF5" w:rsidRPr="00716024">
        <w:rPr>
          <w:rFonts w:ascii="Times New Roman" w:hAnsi="Times New Roman"/>
          <w:sz w:val="24"/>
        </w:rPr>
        <w:t>50</w:t>
      </w:r>
      <w:r w:rsidR="00085C94" w:rsidRPr="00716024">
        <w:rPr>
          <w:rFonts w:ascii="Times New Roman" w:hAnsi="Times New Roman"/>
          <w:sz w:val="24"/>
        </w:rPr>
        <w:t> </w:t>
      </w:r>
      <w:r w:rsidR="00AA0FF5" w:rsidRPr="00716024">
        <w:rPr>
          <w:rFonts w:ascii="Times New Roman" w:hAnsi="Times New Roman"/>
          <w:sz w:val="24"/>
        </w:rPr>
        <w:t>0</w:t>
      </w:r>
      <w:r w:rsidR="00085C94" w:rsidRPr="00716024">
        <w:rPr>
          <w:rFonts w:ascii="Times New Roman" w:hAnsi="Times New Roman"/>
          <w:sz w:val="24"/>
        </w:rPr>
        <w:t>00 Eur</w:t>
      </w:r>
      <w:r w:rsidRPr="00716024">
        <w:rPr>
          <w:rFonts w:ascii="Times New Roman" w:hAnsi="Times New Roman"/>
          <w:sz w:val="24"/>
        </w:rPr>
        <w:t xml:space="preserve"> (</w:t>
      </w:r>
      <w:r w:rsidR="00AA0FF5" w:rsidRPr="00716024">
        <w:rPr>
          <w:rFonts w:ascii="Times New Roman" w:hAnsi="Times New Roman"/>
          <w:sz w:val="24"/>
        </w:rPr>
        <w:t>penkiasdešimt tūkstančių eurų</w:t>
      </w:r>
      <w:r w:rsidRPr="00716024">
        <w:rPr>
          <w:rFonts w:ascii="Times New Roman" w:hAnsi="Times New Roman"/>
          <w:sz w:val="24"/>
        </w:rPr>
        <w:t xml:space="preserve">) </w:t>
      </w:r>
      <w:r w:rsidR="00AA0FF5" w:rsidRPr="00716024">
        <w:rPr>
          <w:rFonts w:ascii="Times New Roman" w:hAnsi="Times New Roman"/>
          <w:sz w:val="24"/>
          <w:szCs w:val="24"/>
        </w:rPr>
        <w:t>įskaitant PVM</w:t>
      </w:r>
      <w:r w:rsidR="00B33E6C" w:rsidRPr="00716024">
        <w:rPr>
          <w:rFonts w:ascii="Times New Roman" w:hAnsi="Times New Roman"/>
          <w:sz w:val="24"/>
        </w:rPr>
        <w:t xml:space="preserve">, </w:t>
      </w:r>
      <w:r w:rsidR="00AA0FF5" w:rsidRPr="00716024">
        <w:rPr>
          <w:rFonts w:ascii="Times New Roman" w:hAnsi="Times New Roman"/>
          <w:sz w:val="24"/>
        </w:rPr>
        <w:t xml:space="preserve">kurios </w:t>
      </w:r>
      <w:r w:rsidR="00B33E6C" w:rsidRPr="00716024">
        <w:rPr>
          <w:rFonts w:ascii="Times New Roman" w:hAnsi="Times New Roman"/>
          <w:sz w:val="24"/>
        </w:rPr>
        <w:t xml:space="preserve">galiojimo terminas </w:t>
      </w:r>
      <w:r w:rsidR="00AA0FF5" w:rsidRPr="00716024">
        <w:rPr>
          <w:rFonts w:ascii="Times New Roman" w:hAnsi="Times New Roman"/>
          <w:sz w:val="24"/>
        </w:rPr>
        <w:t>(su pratęsimais) 36 mėn</w:t>
      </w:r>
      <w:r w:rsidR="00B33E6C" w:rsidRPr="00716024">
        <w:rPr>
          <w:rFonts w:ascii="Times New Roman" w:hAnsi="Times New Roman"/>
          <w:sz w:val="24"/>
        </w:rPr>
        <w:t>.</w:t>
      </w:r>
      <w:r w:rsidR="00AA0FF5" w:rsidRPr="00716024">
        <w:rPr>
          <w:rFonts w:ascii="Times New Roman" w:hAnsi="Times New Roman"/>
          <w:sz w:val="24"/>
        </w:rPr>
        <w:t xml:space="preserve"> Pasibaigus sutarty</w:t>
      </w:r>
      <w:r w:rsidR="00C97D93" w:rsidRPr="00716024">
        <w:rPr>
          <w:rFonts w:ascii="Times New Roman" w:hAnsi="Times New Roman"/>
          <w:sz w:val="24"/>
        </w:rPr>
        <w:t>j</w:t>
      </w:r>
      <w:r w:rsidR="00AA0FF5" w:rsidRPr="00716024">
        <w:rPr>
          <w:rFonts w:ascii="Times New Roman" w:hAnsi="Times New Roman"/>
          <w:sz w:val="24"/>
        </w:rPr>
        <w:t>e numatytoms lėšoms, sutartis baigėsi anksčiau</w:t>
      </w:r>
      <w:r w:rsidR="00C97D93" w:rsidRPr="00716024">
        <w:rPr>
          <w:rFonts w:ascii="Times New Roman" w:hAnsi="Times New Roman"/>
          <w:sz w:val="24"/>
        </w:rPr>
        <w:t xml:space="preserve"> –</w:t>
      </w:r>
      <w:r w:rsidR="00AA0FF5" w:rsidRPr="00716024">
        <w:rPr>
          <w:rFonts w:ascii="Times New Roman" w:hAnsi="Times New Roman"/>
          <w:sz w:val="24"/>
        </w:rPr>
        <w:t xml:space="preserve"> po 26 mėn.</w:t>
      </w:r>
    </w:p>
    <w:p w14:paraId="5AE34300" w14:textId="13FB0CE9" w:rsidR="000E4DE9" w:rsidRPr="00716024" w:rsidRDefault="00AA0FF5" w:rsidP="00716024">
      <w:pPr>
        <w:spacing w:line="360" w:lineRule="auto"/>
        <w:ind w:firstLine="731"/>
        <w:jc w:val="both"/>
        <w:rPr>
          <w:rFonts w:ascii="Times New Roman" w:hAnsi="Times New Roman"/>
          <w:sz w:val="24"/>
        </w:rPr>
      </w:pPr>
      <w:r w:rsidRPr="00716024">
        <w:rPr>
          <w:rFonts w:ascii="Times New Roman" w:hAnsi="Times New Roman"/>
          <w:sz w:val="24"/>
        </w:rPr>
        <w:t>UAB „</w:t>
      </w:r>
      <w:proofErr w:type="spellStart"/>
      <w:r w:rsidRPr="00716024">
        <w:rPr>
          <w:rFonts w:ascii="Times New Roman" w:hAnsi="Times New Roman"/>
          <w:sz w:val="24"/>
        </w:rPr>
        <w:t>Kesko</w:t>
      </w:r>
      <w:proofErr w:type="spellEnd"/>
      <w:r w:rsidRPr="00716024">
        <w:rPr>
          <w:rFonts w:ascii="Times New Roman" w:hAnsi="Times New Roman"/>
          <w:sz w:val="24"/>
        </w:rPr>
        <w:t xml:space="preserve"> Senukai Lithuania“ prekes</w:t>
      </w:r>
      <w:r w:rsidR="0044768D" w:rsidRPr="00716024">
        <w:rPr>
          <w:rFonts w:ascii="Times New Roman" w:hAnsi="Times New Roman"/>
          <w:sz w:val="24"/>
        </w:rPr>
        <w:t xml:space="preserve"> </w:t>
      </w:r>
      <w:r w:rsidR="00B33E6C" w:rsidRPr="00716024">
        <w:rPr>
          <w:rFonts w:ascii="Times New Roman" w:hAnsi="Times New Roman"/>
          <w:sz w:val="24"/>
        </w:rPr>
        <w:t>tiekė</w:t>
      </w:r>
      <w:r w:rsidR="000E4DE9" w:rsidRPr="00716024">
        <w:rPr>
          <w:rFonts w:ascii="Times New Roman" w:hAnsi="Times New Roman"/>
          <w:sz w:val="24"/>
        </w:rPr>
        <w:t xml:space="preserve"> pagal Sutarties vykdymą reglamentuojančius teisės aktus ir Sutarties sąlygas. </w:t>
      </w:r>
    </w:p>
    <w:bookmarkEnd w:id="0"/>
    <w:p w14:paraId="60ABBD35" w14:textId="77777777" w:rsidR="00B33E6C" w:rsidRPr="00716024" w:rsidRDefault="00B33E6C" w:rsidP="00716024">
      <w:pPr>
        <w:pStyle w:val="Pagrindinistekstas2"/>
        <w:tabs>
          <w:tab w:val="left" w:pos="851"/>
        </w:tabs>
        <w:ind w:right="-1" w:firstLine="851"/>
      </w:pPr>
    </w:p>
    <w:p w14:paraId="5B8E4345" w14:textId="018EDC72" w:rsidR="000E4DE9" w:rsidRPr="00716024" w:rsidRDefault="000E4DE9" w:rsidP="00716024">
      <w:pPr>
        <w:pStyle w:val="Pagrindinistekstas2"/>
        <w:tabs>
          <w:tab w:val="left" w:pos="851"/>
        </w:tabs>
        <w:ind w:right="-1" w:firstLine="851"/>
      </w:pPr>
      <w:r w:rsidRPr="00716024">
        <w:t>Šis raštas gali būti skundžiamas savo pasirinkimu Lietuvos Respublikos administracinių ginčų komisijos Kauno apygardos skyriui (Laisvės al. 36, LT-44240 Kaunas) Lietuvos Respublikos ikiteisminio administracinių ginčų nagrinėjimo tvarkos įstatymo</w:t>
      </w:r>
      <w:r w:rsidRPr="00716024">
        <w:rPr>
          <w:lang w:eastAsia="lt-LT"/>
        </w:rPr>
        <w:t xml:space="preserve"> nustatyta tvarka arba Regionų apygardos administracinio teismo Kauno rūmams (A. Mickevičiaus g. 8A, LT-44312 Kaunas) Lietuvos Respublikos administracinių bylų teisenos įstatymo nustatyta tvarka per vieną mėnesį nuo jo paskelbimo arba įteikimo suinteresuotam asmeniui dienos.</w:t>
      </w:r>
    </w:p>
    <w:p w14:paraId="03549E52" w14:textId="77777777" w:rsidR="00CB5555" w:rsidRPr="00716024" w:rsidRDefault="00CB5555" w:rsidP="00716024">
      <w:pPr>
        <w:pStyle w:val="Antrats"/>
        <w:tabs>
          <w:tab w:val="left" w:pos="1296"/>
        </w:tabs>
        <w:spacing w:line="360" w:lineRule="auto"/>
        <w:jc w:val="both"/>
        <w:rPr>
          <w:rFonts w:ascii="Times New Roman" w:hAnsi="Times New Roman"/>
          <w:b/>
          <w:sz w:val="24"/>
        </w:rPr>
      </w:pPr>
    </w:p>
    <w:p w14:paraId="4ABEF6BB" w14:textId="09AD6182" w:rsidR="006F3BA2" w:rsidRPr="00716024" w:rsidRDefault="006F3BA2" w:rsidP="00716024">
      <w:pPr>
        <w:pStyle w:val="Antrats"/>
        <w:tabs>
          <w:tab w:val="clear" w:pos="4153"/>
          <w:tab w:val="left" w:pos="7088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716024">
        <w:rPr>
          <w:rFonts w:ascii="Times New Roman" w:hAnsi="Times New Roman"/>
          <w:sz w:val="24"/>
          <w:szCs w:val="24"/>
        </w:rPr>
        <w:t>Administracijos direktorius</w:t>
      </w:r>
      <w:r w:rsidRPr="00716024">
        <w:rPr>
          <w:rFonts w:ascii="Times New Roman" w:hAnsi="Times New Roman"/>
          <w:sz w:val="24"/>
          <w:szCs w:val="24"/>
        </w:rPr>
        <w:tab/>
      </w:r>
      <w:r w:rsidR="00F83E79" w:rsidRPr="00716024">
        <w:rPr>
          <w:rFonts w:ascii="Times New Roman" w:hAnsi="Times New Roman"/>
          <w:sz w:val="24"/>
          <w:szCs w:val="24"/>
        </w:rPr>
        <w:t>Šarūnas Šukevičius</w:t>
      </w:r>
    </w:p>
    <w:p w14:paraId="1B0C3AC7" w14:textId="37867226" w:rsidR="006F3BA2" w:rsidRDefault="006F3BA2" w:rsidP="006F3BA2">
      <w:pPr>
        <w:pStyle w:val="Antrats"/>
        <w:tabs>
          <w:tab w:val="left" w:pos="1296"/>
        </w:tabs>
        <w:spacing w:line="360" w:lineRule="auto"/>
        <w:rPr>
          <w:rFonts w:ascii="Times New Roman" w:hAnsi="Times New Roman"/>
          <w:b/>
          <w:sz w:val="24"/>
          <w:szCs w:val="24"/>
        </w:rPr>
      </w:pPr>
    </w:p>
    <w:p w14:paraId="3BD5DD38" w14:textId="4972EF28" w:rsidR="00B33E6C" w:rsidRDefault="00B33E6C" w:rsidP="006F3BA2">
      <w:pPr>
        <w:pStyle w:val="Antrats"/>
        <w:tabs>
          <w:tab w:val="left" w:pos="1296"/>
        </w:tabs>
        <w:spacing w:line="360" w:lineRule="auto"/>
        <w:rPr>
          <w:rFonts w:ascii="Times New Roman" w:hAnsi="Times New Roman"/>
          <w:b/>
          <w:sz w:val="24"/>
          <w:szCs w:val="24"/>
        </w:rPr>
      </w:pPr>
    </w:p>
    <w:p w14:paraId="594DB9AE" w14:textId="77777777" w:rsidR="00716024" w:rsidRDefault="00716024" w:rsidP="006F3BA2">
      <w:pPr>
        <w:pStyle w:val="Antrats"/>
        <w:tabs>
          <w:tab w:val="left" w:pos="1296"/>
        </w:tabs>
        <w:spacing w:line="360" w:lineRule="auto"/>
        <w:rPr>
          <w:rFonts w:ascii="Times New Roman" w:hAnsi="Times New Roman"/>
          <w:b/>
          <w:sz w:val="24"/>
          <w:szCs w:val="24"/>
        </w:rPr>
      </w:pPr>
    </w:p>
    <w:p w14:paraId="589D6411" w14:textId="77777777" w:rsidR="00B33E6C" w:rsidRPr="00887C8D" w:rsidRDefault="00B33E6C" w:rsidP="006F3BA2">
      <w:pPr>
        <w:pStyle w:val="Antrats"/>
        <w:tabs>
          <w:tab w:val="left" w:pos="1296"/>
        </w:tabs>
        <w:spacing w:line="360" w:lineRule="auto"/>
        <w:rPr>
          <w:rFonts w:ascii="Times New Roman" w:hAnsi="Times New Roman"/>
          <w:b/>
          <w:sz w:val="24"/>
          <w:szCs w:val="24"/>
        </w:rPr>
      </w:pPr>
    </w:p>
    <w:p w14:paraId="386747AA" w14:textId="1D625426" w:rsidR="00F83E79" w:rsidRPr="00716024" w:rsidRDefault="00F83E79" w:rsidP="006F3BA2">
      <w:pPr>
        <w:pStyle w:val="Antrats"/>
        <w:tabs>
          <w:tab w:val="left" w:pos="1296"/>
        </w:tabs>
        <w:spacing w:line="360" w:lineRule="auto"/>
        <w:rPr>
          <w:rFonts w:ascii="Times New Roman" w:hAnsi="Times New Roman"/>
          <w:sz w:val="24"/>
        </w:rPr>
      </w:pPr>
    </w:p>
    <w:p w14:paraId="44CBC096" w14:textId="7BA4CB4F" w:rsidR="001037EF" w:rsidRPr="00716024" w:rsidRDefault="00C97D93" w:rsidP="00716024">
      <w:pPr>
        <w:pStyle w:val="Antrats"/>
        <w:tabs>
          <w:tab w:val="clear" w:pos="4153"/>
          <w:tab w:val="clear" w:pos="8306"/>
        </w:tabs>
        <w:ind w:right="-282"/>
        <w:rPr>
          <w:rFonts w:ascii="Times New Roman" w:hAnsi="Times New Roman"/>
          <w:sz w:val="24"/>
          <w:szCs w:val="24"/>
          <w:lang w:val="en-US"/>
        </w:rPr>
      </w:pPr>
      <w:r w:rsidRPr="00716024">
        <w:rPr>
          <w:rFonts w:ascii="Times New Roman" w:hAnsi="Times New Roman"/>
          <w:sz w:val="24"/>
          <w:szCs w:val="24"/>
        </w:rPr>
        <w:t xml:space="preserve">Laima Rusienė, tel. (8 609) 88015, el. p. </w:t>
      </w:r>
      <w:hyperlink r:id="rId12" w:history="1">
        <w:r w:rsidRPr="00716024">
          <w:rPr>
            <w:rStyle w:val="Hipersaitas"/>
            <w:rFonts w:ascii="Times New Roman" w:hAnsi="Times New Roman"/>
            <w:color w:val="auto"/>
            <w:sz w:val="24"/>
            <w:szCs w:val="24"/>
          </w:rPr>
          <w:t>laima.rusiene@krs.lt</w:t>
        </w:r>
      </w:hyperlink>
    </w:p>
    <w:sectPr w:rsidR="001037EF" w:rsidRPr="00716024" w:rsidSect="0071602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9" w:h="16834" w:code="9"/>
      <w:pgMar w:top="1701" w:right="567" w:bottom="1134" w:left="1701" w:header="720" w:footer="0" w:gutter="0"/>
      <w:paperSrc w:other="15"/>
      <w:cols w:space="720"/>
      <w:noEndnote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42F443" w14:textId="77777777" w:rsidR="0006343B" w:rsidRDefault="0006343B">
      <w:r>
        <w:separator/>
      </w:r>
    </w:p>
  </w:endnote>
  <w:endnote w:type="continuationSeparator" w:id="0">
    <w:p w14:paraId="7DE6CA68" w14:textId="77777777" w:rsidR="0006343B" w:rsidRDefault="000634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HG Mincho Light J">
    <w:altName w:val="Times New Roman"/>
    <w:charset w:val="BA"/>
    <w:family w:val="auto"/>
    <w:pitch w:val="variable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D6DC7" w14:textId="77777777" w:rsidR="00716024" w:rsidRDefault="00716024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63F5E" w14:textId="77777777" w:rsidR="00716024" w:rsidRDefault="00716024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074" w:type="pct"/>
      <w:tblInd w:w="108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2146"/>
      <w:gridCol w:w="2853"/>
      <w:gridCol w:w="2856"/>
    </w:tblGrid>
    <w:tr w:rsidR="00716024" w:rsidRPr="00716024" w14:paraId="2ADC2A33" w14:textId="77777777" w:rsidTr="005C1E3D">
      <w:tc>
        <w:tcPr>
          <w:tcW w:w="1366" w:type="pct"/>
        </w:tcPr>
        <w:p w14:paraId="2E4A6E0E" w14:textId="77777777" w:rsidR="005C1E3D" w:rsidRPr="00716024" w:rsidRDefault="005C1E3D" w:rsidP="005C1E3D">
          <w:pPr>
            <w:tabs>
              <w:tab w:val="left" w:pos="1296"/>
              <w:tab w:val="center" w:pos="4153"/>
              <w:tab w:val="right" w:pos="8306"/>
            </w:tabs>
            <w:rPr>
              <w:rFonts w:ascii="Times New Roman" w:hAnsi="Times New Roman"/>
              <w:sz w:val="20"/>
            </w:rPr>
          </w:pPr>
          <w:r w:rsidRPr="00716024">
            <w:rPr>
              <w:rFonts w:ascii="Times New Roman" w:hAnsi="Times New Roman"/>
              <w:sz w:val="20"/>
            </w:rPr>
            <w:t xml:space="preserve">Biudžetinė įstaiga </w:t>
          </w:r>
        </w:p>
        <w:p w14:paraId="786CCB53" w14:textId="77777777" w:rsidR="005C1E3D" w:rsidRPr="00716024" w:rsidRDefault="005C1E3D" w:rsidP="005C1E3D">
          <w:pPr>
            <w:tabs>
              <w:tab w:val="left" w:pos="1296"/>
              <w:tab w:val="center" w:pos="4153"/>
              <w:tab w:val="right" w:pos="8306"/>
            </w:tabs>
            <w:rPr>
              <w:rFonts w:ascii="Times New Roman" w:hAnsi="Times New Roman"/>
              <w:sz w:val="20"/>
            </w:rPr>
          </w:pPr>
          <w:r w:rsidRPr="00716024">
            <w:rPr>
              <w:rFonts w:ascii="Times New Roman" w:hAnsi="Times New Roman"/>
              <w:sz w:val="20"/>
            </w:rPr>
            <w:t>Savanorių pr. 371</w:t>
          </w:r>
        </w:p>
        <w:p w14:paraId="00C130DB" w14:textId="77777777" w:rsidR="005C1E3D" w:rsidRPr="00716024" w:rsidRDefault="005C1E3D" w:rsidP="005C1E3D">
          <w:pPr>
            <w:tabs>
              <w:tab w:val="left" w:pos="1296"/>
              <w:tab w:val="center" w:pos="4153"/>
              <w:tab w:val="right" w:pos="8306"/>
            </w:tabs>
            <w:rPr>
              <w:rFonts w:ascii="Times New Roman" w:hAnsi="Times New Roman"/>
              <w:sz w:val="20"/>
            </w:rPr>
          </w:pPr>
          <w:r w:rsidRPr="00716024">
            <w:rPr>
              <w:rFonts w:ascii="Times New Roman" w:hAnsi="Times New Roman"/>
              <w:sz w:val="20"/>
            </w:rPr>
            <w:t>LT-49500 Kaunas</w:t>
          </w:r>
        </w:p>
      </w:tc>
      <w:tc>
        <w:tcPr>
          <w:tcW w:w="1816" w:type="pct"/>
        </w:tcPr>
        <w:p w14:paraId="0E7C0539" w14:textId="77777777" w:rsidR="005C1E3D" w:rsidRPr="00716024" w:rsidRDefault="005C1E3D" w:rsidP="005C1E3D">
          <w:pPr>
            <w:tabs>
              <w:tab w:val="left" w:pos="1296"/>
              <w:tab w:val="center" w:pos="4153"/>
              <w:tab w:val="right" w:pos="8306"/>
            </w:tabs>
            <w:rPr>
              <w:rFonts w:ascii="Times New Roman" w:hAnsi="Times New Roman"/>
              <w:sz w:val="20"/>
            </w:rPr>
          </w:pPr>
          <w:r w:rsidRPr="00716024">
            <w:rPr>
              <w:rFonts w:ascii="Times New Roman" w:hAnsi="Times New Roman"/>
              <w:sz w:val="20"/>
            </w:rPr>
            <w:t xml:space="preserve">Tel. (8 37)  305 502 </w:t>
          </w:r>
        </w:p>
        <w:p w14:paraId="46E11002" w14:textId="77777777" w:rsidR="005C1E3D" w:rsidRPr="00716024" w:rsidRDefault="005C1E3D" w:rsidP="005C1E3D">
          <w:pPr>
            <w:tabs>
              <w:tab w:val="left" w:pos="1296"/>
              <w:tab w:val="center" w:pos="4153"/>
              <w:tab w:val="right" w:pos="8306"/>
            </w:tabs>
            <w:rPr>
              <w:rFonts w:ascii="Times New Roman" w:hAnsi="Times New Roman"/>
              <w:sz w:val="20"/>
            </w:rPr>
          </w:pPr>
          <w:r w:rsidRPr="00716024">
            <w:rPr>
              <w:rFonts w:ascii="Times New Roman" w:hAnsi="Times New Roman"/>
              <w:sz w:val="20"/>
            </w:rPr>
            <w:t xml:space="preserve">El. p. </w:t>
          </w:r>
          <w:hyperlink r:id="rId1" w:history="1">
            <w:r w:rsidRPr="00716024">
              <w:rPr>
                <w:rFonts w:ascii="Times New Roman" w:hAnsi="Times New Roman"/>
                <w:sz w:val="20"/>
              </w:rPr>
              <w:t>info</w:t>
            </w:r>
            <w:r w:rsidRPr="00716024">
              <w:rPr>
                <w:rFonts w:ascii="Times New Roman" w:hAnsi="Times New Roman"/>
                <w:sz w:val="20"/>
                <w:u w:val="single"/>
                <w:lang w:val="en-US"/>
              </w:rPr>
              <w:t>@</w:t>
            </w:r>
            <w:proofErr w:type="spellStart"/>
            <w:r w:rsidRPr="00716024">
              <w:rPr>
                <w:rFonts w:ascii="Times New Roman" w:hAnsi="Times New Roman"/>
                <w:sz w:val="20"/>
                <w:u w:val="single"/>
              </w:rPr>
              <w:t>krs.lt</w:t>
            </w:r>
            <w:proofErr w:type="spellEnd"/>
          </w:hyperlink>
        </w:p>
      </w:tc>
      <w:tc>
        <w:tcPr>
          <w:tcW w:w="1818" w:type="pct"/>
        </w:tcPr>
        <w:p w14:paraId="432FF9D3" w14:textId="77777777" w:rsidR="005C1E3D" w:rsidRPr="00716024" w:rsidRDefault="005C1E3D" w:rsidP="005C1E3D">
          <w:pPr>
            <w:tabs>
              <w:tab w:val="left" w:pos="1296"/>
              <w:tab w:val="center" w:pos="4153"/>
              <w:tab w:val="right" w:pos="8306"/>
            </w:tabs>
            <w:rPr>
              <w:rFonts w:ascii="Times New Roman" w:hAnsi="Times New Roman"/>
              <w:sz w:val="20"/>
            </w:rPr>
          </w:pPr>
          <w:r w:rsidRPr="00716024">
            <w:rPr>
              <w:rFonts w:ascii="Times New Roman" w:hAnsi="Times New Roman"/>
              <w:sz w:val="20"/>
            </w:rPr>
            <w:t xml:space="preserve">Duomenys kaupiami ir saugomi </w:t>
          </w:r>
        </w:p>
        <w:p w14:paraId="228FF4C3" w14:textId="77777777" w:rsidR="005C1E3D" w:rsidRPr="00716024" w:rsidRDefault="005C1E3D" w:rsidP="005C1E3D">
          <w:pPr>
            <w:tabs>
              <w:tab w:val="left" w:pos="1296"/>
              <w:tab w:val="center" w:pos="4153"/>
              <w:tab w:val="right" w:pos="8306"/>
            </w:tabs>
            <w:rPr>
              <w:rFonts w:ascii="Times New Roman" w:hAnsi="Times New Roman"/>
              <w:sz w:val="20"/>
            </w:rPr>
          </w:pPr>
          <w:r w:rsidRPr="00716024">
            <w:rPr>
              <w:rFonts w:ascii="Times New Roman" w:hAnsi="Times New Roman"/>
              <w:sz w:val="20"/>
            </w:rPr>
            <w:t>Juridinių asmenų registre</w:t>
          </w:r>
        </w:p>
        <w:p w14:paraId="07AD9FE8" w14:textId="77777777" w:rsidR="005C1E3D" w:rsidRPr="00716024" w:rsidRDefault="005C1E3D" w:rsidP="005C1E3D">
          <w:pPr>
            <w:tabs>
              <w:tab w:val="left" w:pos="1296"/>
              <w:tab w:val="center" w:pos="4153"/>
              <w:tab w:val="right" w:pos="8306"/>
            </w:tabs>
            <w:rPr>
              <w:rFonts w:ascii="Times New Roman" w:hAnsi="Times New Roman"/>
              <w:sz w:val="20"/>
            </w:rPr>
          </w:pPr>
          <w:r w:rsidRPr="00716024">
            <w:rPr>
              <w:rFonts w:ascii="Times New Roman" w:hAnsi="Times New Roman"/>
              <w:sz w:val="20"/>
            </w:rPr>
            <w:t>Kodas 188756386</w:t>
          </w:r>
        </w:p>
      </w:tc>
    </w:tr>
  </w:tbl>
  <w:p w14:paraId="1ED9A6B4" w14:textId="77777777" w:rsidR="00F134E6" w:rsidRPr="00716024" w:rsidRDefault="00F134E6" w:rsidP="00825378">
    <w:pPr>
      <w:pStyle w:val="Antrats"/>
      <w:tabs>
        <w:tab w:val="left" w:pos="1296"/>
      </w:tabs>
      <w:rPr>
        <w:rFonts w:ascii="Times New Roman" w:hAnsi="Times New Roman"/>
        <w:sz w:val="20"/>
      </w:rPr>
    </w:pPr>
  </w:p>
  <w:p w14:paraId="1EDCFCAB" w14:textId="77777777" w:rsidR="00F134E6" w:rsidRDefault="00DC5B50" w:rsidP="001674CF">
    <w:pPr>
      <w:pStyle w:val="Antrats"/>
      <w:tabs>
        <w:tab w:val="clear" w:pos="4153"/>
        <w:tab w:val="clear" w:pos="8306"/>
        <w:tab w:val="left" w:pos="7062"/>
      </w:tabs>
    </w:pPr>
    <w:r w:rsidRPr="00716024">
      <w:rPr>
        <w:rFonts w:ascii="Times New Roman" w:hAnsi="Times New Roman"/>
        <w:sz w:val="20"/>
      </w:rPr>
      <w:tab/>
    </w:r>
  </w:p>
  <w:p w14:paraId="1ED5E538" w14:textId="77777777" w:rsidR="00A25EDB" w:rsidRDefault="00A25EDB" w:rsidP="001674CF">
    <w:pPr>
      <w:pStyle w:val="Antrats"/>
      <w:tabs>
        <w:tab w:val="clear" w:pos="4153"/>
        <w:tab w:val="clear" w:pos="8306"/>
        <w:tab w:val="left" w:pos="706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4E837" w14:textId="77777777" w:rsidR="0006343B" w:rsidRDefault="0006343B">
      <w:r>
        <w:separator/>
      </w:r>
    </w:p>
  </w:footnote>
  <w:footnote w:type="continuationSeparator" w:id="0">
    <w:p w14:paraId="2AA8646E" w14:textId="77777777" w:rsidR="0006343B" w:rsidRDefault="000634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0D325" w14:textId="77777777" w:rsidR="00F134E6" w:rsidRDefault="00F134E6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26C10C22" w14:textId="77777777" w:rsidR="00F134E6" w:rsidRDefault="00F134E6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3859F" w14:textId="77777777" w:rsidR="00F134E6" w:rsidRDefault="00F134E6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8B0B71">
      <w:rPr>
        <w:rStyle w:val="Puslapionumeris"/>
        <w:noProof/>
      </w:rPr>
      <w:t>2</w:t>
    </w:r>
    <w:r>
      <w:rPr>
        <w:rStyle w:val="Puslapionumeris"/>
      </w:rPr>
      <w:fldChar w:fldCharType="end"/>
    </w:r>
  </w:p>
  <w:p w14:paraId="624A1899" w14:textId="77777777" w:rsidR="00F134E6" w:rsidRDefault="00F134E6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BA055" w14:textId="438816BA" w:rsidR="00516F60" w:rsidRDefault="00516F60" w:rsidP="00516F60">
    <w:pPr>
      <w:ind w:left="3894" w:firstLine="1298"/>
      <w:jc w:val="center"/>
      <w:rPr>
        <w:rFonts w:ascii="Times New Roman" w:hAnsi="Times New Roman"/>
      </w:rPr>
    </w:pPr>
    <w:r w:rsidRPr="00516F60">
      <w:rPr>
        <w:rFonts w:ascii="Times New Roman" w:hAnsi="Times New Roman"/>
        <w:b/>
        <w:bCs/>
      </w:rPr>
      <w:t>Originalas nesiunčiamas</w:t>
    </w:r>
  </w:p>
  <w:p w14:paraId="60FF7714" w14:textId="77777777" w:rsidR="00516F60" w:rsidRDefault="00516F60" w:rsidP="00FC565B">
    <w:pPr>
      <w:jc w:val="center"/>
      <w:rPr>
        <w:rFonts w:ascii="Times New Roman" w:hAnsi="Times New Roman"/>
      </w:rPr>
    </w:pPr>
  </w:p>
  <w:p w14:paraId="13426D98" w14:textId="444BADE9" w:rsidR="00F134E6" w:rsidRDefault="00BF70B0" w:rsidP="00FC565B">
    <w:pPr>
      <w:jc w:val="center"/>
      <w:rPr>
        <w:rFonts w:ascii="Times New Roman" w:hAnsi="Times New Roman"/>
      </w:rPr>
    </w:pPr>
    <w:r w:rsidRPr="000E2BE9">
      <w:rPr>
        <w:rFonts w:ascii="Times New Roman" w:hAnsi="Times New Roman"/>
        <w:noProof/>
        <w:lang w:eastAsia="lt-LT"/>
      </w:rPr>
      <w:drawing>
        <wp:inline distT="0" distB="0" distL="0" distR="0" wp14:anchorId="7580A0CB" wp14:editId="62A58248">
          <wp:extent cx="514350" cy="628650"/>
          <wp:effectExtent l="0" t="0" r="0" b="0"/>
          <wp:docPr id="1" name="Paveikslėlis 1" descr="Kaunor-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aunor-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730EBF" w14:textId="77777777" w:rsidR="00F134E6" w:rsidRDefault="00F134E6">
    <w:pPr>
      <w:jc w:val="center"/>
      <w:rPr>
        <w:rFonts w:ascii="Times New Roman" w:hAnsi="Times New Roman"/>
      </w:rPr>
    </w:pPr>
  </w:p>
  <w:p w14:paraId="3709ADDF" w14:textId="77777777" w:rsidR="00F134E6" w:rsidRDefault="00F134E6">
    <w:pPr>
      <w:jc w:val="center"/>
      <w:rPr>
        <w:rFonts w:ascii="Times New Roman" w:hAnsi="Times New Roman"/>
        <w:b/>
        <w:sz w:val="28"/>
        <w:szCs w:val="28"/>
      </w:rPr>
    </w:pPr>
    <w:r w:rsidRPr="003E4B76">
      <w:rPr>
        <w:rFonts w:ascii="Times New Roman" w:hAnsi="Times New Roman"/>
        <w:b/>
        <w:sz w:val="28"/>
        <w:szCs w:val="28"/>
      </w:rPr>
      <w:t>KAUNO RAJONO SAVIVALDYBĖS</w:t>
    </w:r>
    <w:r>
      <w:rPr>
        <w:rFonts w:ascii="Times New Roman" w:hAnsi="Times New Roman"/>
        <w:b/>
        <w:sz w:val="28"/>
        <w:szCs w:val="28"/>
      </w:rPr>
      <w:t xml:space="preserve"> </w:t>
    </w:r>
  </w:p>
  <w:p w14:paraId="096020DA" w14:textId="77777777" w:rsidR="00F134E6" w:rsidRDefault="00F134E6">
    <w:pPr>
      <w:jc w:val="center"/>
      <w:rPr>
        <w:rFonts w:ascii="Times New Roman" w:hAnsi="Times New Roman"/>
        <w:b/>
        <w:sz w:val="28"/>
        <w:szCs w:val="28"/>
      </w:rPr>
    </w:pPr>
    <w:r>
      <w:rPr>
        <w:rFonts w:ascii="Times New Roman" w:hAnsi="Times New Roman"/>
        <w:b/>
        <w:sz w:val="28"/>
        <w:szCs w:val="28"/>
      </w:rPr>
      <w:t>ADMINISTRACIJA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385487"/>
    <w:multiLevelType w:val="hybridMultilevel"/>
    <w:tmpl w:val="9A52B500"/>
    <w:lvl w:ilvl="0" w:tplc="43CE9FC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AEA07B9"/>
    <w:multiLevelType w:val="hybridMultilevel"/>
    <w:tmpl w:val="D2467A82"/>
    <w:lvl w:ilvl="0" w:tplc="0427000F">
      <w:start w:val="1"/>
      <w:numFmt w:val="decimal"/>
      <w:lvlText w:val="%1."/>
      <w:lvlJc w:val="left"/>
      <w:pPr>
        <w:ind w:left="1574" w:hanging="360"/>
      </w:pPr>
    </w:lvl>
    <w:lvl w:ilvl="1" w:tplc="04270019" w:tentative="1">
      <w:start w:val="1"/>
      <w:numFmt w:val="lowerLetter"/>
      <w:lvlText w:val="%2."/>
      <w:lvlJc w:val="left"/>
      <w:pPr>
        <w:ind w:left="2294" w:hanging="360"/>
      </w:pPr>
    </w:lvl>
    <w:lvl w:ilvl="2" w:tplc="0427001B" w:tentative="1">
      <w:start w:val="1"/>
      <w:numFmt w:val="lowerRoman"/>
      <w:lvlText w:val="%3."/>
      <w:lvlJc w:val="right"/>
      <w:pPr>
        <w:ind w:left="3014" w:hanging="180"/>
      </w:pPr>
    </w:lvl>
    <w:lvl w:ilvl="3" w:tplc="0427000F" w:tentative="1">
      <w:start w:val="1"/>
      <w:numFmt w:val="decimal"/>
      <w:lvlText w:val="%4."/>
      <w:lvlJc w:val="left"/>
      <w:pPr>
        <w:ind w:left="3734" w:hanging="360"/>
      </w:pPr>
    </w:lvl>
    <w:lvl w:ilvl="4" w:tplc="04270019" w:tentative="1">
      <w:start w:val="1"/>
      <w:numFmt w:val="lowerLetter"/>
      <w:lvlText w:val="%5."/>
      <w:lvlJc w:val="left"/>
      <w:pPr>
        <w:ind w:left="4454" w:hanging="360"/>
      </w:pPr>
    </w:lvl>
    <w:lvl w:ilvl="5" w:tplc="0427001B" w:tentative="1">
      <w:start w:val="1"/>
      <w:numFmt w:val="lowerRoman"/>
      <w:lvlText w:val="%6."/>
      <w:lvlJc w:val="right"/>
      <w:pPr>
        <w:ind w:left="5174" w:hanging="180"/>
      </w:pPr>
    </w:lvl>
    <w:lvl w:ilvl="6" w:tplc="0427000F" w:tentative="1">
      <w:start w:val="1"/>
      <w:numFmt w:val="decimal"/>
      <w:lvlText w:val="%7."/>
      <w:lvlJc w:val="left"/>
      <w:pPr>
        <w:ind w:left="5894" w:hanging="360"/>
      </w:pPr>
    </w:lvl>
    <w:lvl w:ilvl="7" w:tplc="04270019" w:tentative="1">
      <w:start w:val="1"/>
      <w:numFmt w:val="lowerLetter"/>
      <w:lvlText w:val="%8."/>
      <w:lvlJc w:val="left"/>
      <w:pPr>
        <w:ind w:left="6614" w:hanging="360"/>
      </w:pPr>
    </w:lvl>
    <w:lvl w:ilvl="8" w:tplc="0427001B" w:tentative="1">
      <w:start w:val="1"/>
      <w:numFmt w:val="lowerRoman"/>
      <w:lvlText w:val="%9."/>
      <w:lvlJc w:val="right"/>
      <w:pPr>
        <w:ind w:left="7334" w:hanging="180"/>
      </w:pPr>
    </w:lvl>
  </w:abstractNum>
  <w:abstractNum w:abstractNumId="2" w15:restartNumberingAfterBreak="0">
    <w:nsid w:val="5FF92B41"/>
    <w:multiLevelType w:val="hybridMultilevel"/>
    <w:tmpl w:val="8AC2C242"/>
    <w:lvl w:ilvl="0" w:tplc="C91604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77121809">
    <w:abstractNumId w:val="1"/>
  </w:num>
  <w:num w:numId="2" w16cid:durableId="1157577324">
    <w:abstractNumId w:val="2"/>
  </w:num>
  <w:num w:numId="3" w16cid:durableId="8728877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drawingGridHorizontalSpacing w:val="101"/>
  <w:drawingGridVerticalSpacing w:val="275"/>
  <w:displayHorizont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423"/>
    <w:rsid w:val="00003820"/>
    <w:rsid w:val="000106D7"/>
    <w:rsid w:val="00011032"/>
    <w:rsid w:val="00011561"/>
    <w:rsid w:val="00016AB5"/>
    <w:rsid w:val="00025463"/>
    <w:rsid w:val="00032E41"/>
    <w:rsid w:val="000416B4"/>
    <w:rsid w:val="00041C6A"/>
    <w:rsid w:val="000629BB"/>
    <w:rsid w:val="0006343B"/>
    <w:rsid w:val="00065E6A"/>
    <w:rsid w:val="00073636"/>
    <w:rsid w:val="000804B3"/>
    <w:rsid w:val="000817E5"/>
    <w:rsid w:val="00085C94"/>
    <w:rsid w:val="00093AE9"/>
    <w:rsid w:val="000A0D22"/>
    <w:rsid w:val="000B0D35"/>
    <w:rsid w:val="000D3099"/>
    <w:rsid w:val="000E2BE9"/>
    <w:rsid w:val="000E3D29"/>
    <w:rsid w:val="000E4DE9"/>
    <w:rsid w:val="001037EF"/>
    <w:rsid w:val="00110635"/>
    <w:rsid w:val="001206BE"/>
    <w:rsid w:val="00121914"/>
    <w:rsid w:val="001221D4"/>
    <w:rsid w:val="001304D4"/>
    <w:rsid w:val="0015096E"/>
    <w:rsid w:val="00167005"/>
    <w:rsid w:val="001674CF"/>
    <w:rsid w:val="001828CA"/>
    <w:rsid w:val="00185523"/>
    <w:rsid w:val="001A684B"/>
    <w:rsid w:val="001B6860"/>
    <w:rsid w:val="001C2447"/>
    <w:rsid w:val="001D1DBC"/>
    <w:rsid w:val="001E679D"/>
    <w:rsid w:val="001E7812"/>
    <w:rsid w:val="001E7FCD"/>
    <w:rsid w:val="002015C5"/>
    <w:rsid w:val="00204F1F"/>
    <w:rsid w:val="00207750"/>
    <w:rsid w:val="00221D0D"/>
    <w:rsid w:val="002325B3"/>
    <w:rsid w:val="0024543D"/>
    <w:rsid w:val="002653B5"/>
    <w:rsid w:val="0028408B"/>
    <w:rsid w:val="002A100A"/>
    <w:rsid w:val="002C51D5"/>
    <w:rsid w:val="002F6292"/>
    <w:rsid w:val="00330ACB"/>
    <w:rsid w:val="00335E5B"/>
    <w:rsid w:val="00336C42"/>
    <w:rsid w:val="0034045C"/>
    <w:rsid w:val="0034413A"/>
    <w:rsid w:val="003466C8"/>
    <w:rsid w:val="00347815"/>
    <w:rsid w:val="00353369"/>
    <w:rsid w:val="00362A2F"/>
    <w:rsid w:val="003674AC"/>
    <w:rsid w:val="003939ED"/>
    <w:rsid w:val="00397B26"/>
    <w:rsid w:val="003A57F3"/>
    <w:rsid w:val="003B15F6"/>
    <w:rsid w:val="003C69B6"/>
    <w:rsid w:val="003D0667"/>
    <w:rsid w:val="003D0F29"/>
    <w:rsid w:val="003E4B76"/>
    <w:rsid w:val="003E6BB9"/>
    <w:rsid w:val="00407794"/>
    <w:rsid w:val="00412C88"/>
    <w:rsid w:val="0044768D"/>
    <w:rsid w:val="00450F23"/>
    <w:rsid w:val="00454529"/>
    <w:rsid w:val="004638A5"/>
    <w:rsid w:val="004A2FCB"/>
    <w:rsid w:val="004C260D"/>
    <w:rsid w:val="004E17E9"/>
    <w:rsid w:val="004E52B2"/>
    <w:rsid w:val="004F79F4"/>
    <w:rsid w:val="00500CA2"/>
    <w:rsid w:val="005020F1"/>
    <w:rsid w:val="005075B0"/>
    <w:rsid w:val="0051126A"/>
    <w:rsid w:val="00512C95"/>
    <w:rsid w:val="005137D2"/>
    <w:rsid w:val="0051512A"/>
    <w:rsid w:val="00516F60"/>
    <w:rsid w:val="00517093"/>
    <w:rsid w:val="00517471"/>
    <w:rsid w:val="00527FEF"/>
    <w:rsid w:val="00535F36"/>
    <w:rsid w:val="00541373"/>
    <w:rsid w:val="005435EF"/>
    <w:rsid w:val="0054797D"/>
    <w:rsid w:val="00552205"/>
    <w:rsid w:val="0055239F"/>
    <w:rsid w:val="00554345"/>
    <w:rsid w:val="0057410D"/>
    <w:rsid w:val="00585594"/>
    <w:rsid w:val="00585790"/>
    <w:rsid w:val="0059394B"/>
    <w:rsid w:val="005C1E3D"/>
    <w:rsid w:val="00624163"/>
    <w:rsid w:val="006301E9"/>
    <w:rsid w:val="006438CD"/>
    <w:rsid w:val="0067681D"/>
    <w:rsid w:val="00694CA1"/>
    <w:rsid w:val="006A710D"/>
    <w:rsid w:val="006B06D6"/>
    <w:rsid w:val="006D4EE2"/>
    <w:rsid w:val="006D797B"/>
    <w:rsid w:val="006F3BA2"/>
    <w:rsid w:val="00704FAA"/>
    <w:rsid w:val="007145EC"/>
    <w:rsid w:val="00716024"/>
    <w:rsid w:val="00717C33"/>
    <w:rsid w:val="00720CEF"/>
    <w:rsid w:val="00727139"/>
    <w:rsid w:val="00727DFB"/>
    <w:rsid w:val="00763CFB"/>
    <w:rsid w:val="00770817"/>
    <w:rsid w:val="00772337"/>
    <w:rsid w:val="00776117"/>
    <w:rsid w:val="00786FD0"/>
    <w:rsid w:val="00791B5A"/>
    <w:rsid w:val="00793CCE"/>
    <w:rsid w:val="007C6C20"/>
    <w:rsid w:val="007C6F3E"/>
    <w:rsid w:val="007D21CF"/>
    <w:rsid w:val="007E0FAD"/>
    <w:rsid w:val="007E5F77"/>
    <w:rsid w:val="0080254D"/>
    <w:rsid w:val="00805975"/>
    <w:rsid w:val="008129E2"/>
    <w:rsid w:val="00825378"/>
    <w:rsid w:val="00826F2D"/>
    <w:rsid w:val="00856EC7"/>
    <w:rsid w:val="00864E0C"/>
    <w:rsid w:val="00874C5C"/>
    <w:rsid w:val="00887C8D"/>
    <w:rsid w:val="00892B66"/>
    <w:rsid w:val="008A1707"/>
    <w:rsid w:val="008B0B71"/>
    <w:rsid w:val="008D22D1"/>
    <w:rsid w:val="008D595A"/>
    <w:rsid w:val="008F087A"/>
    <w:rsid w:val="008F4FBD"/>
    <w:rsid w:val="00905734"/>
    <w:rsid w:val="009209EB"/>
    <w:rsid w:val="00920AF1"/>
    <w:rsid w:val="009263CA"/>
    <w:rsid w:val="009319AC"/>
    <w:rsid w:val="009522D8"/>
    <w:rsid w:val="00964CBE"/>
    <w:rsid w:val="009B0FA4"/>
    <w:rsid w:val="009C63AF"/>
    <w:rsid w:val="009D20B6"/>
    <w:rsid w:val="009E4477"/>
    <w:rsid w:val="009F6ECB"/>
    <w:rsid w:val="00A11F78"/>
    <w:rsid w:val="00A1427A"/>
    <w:rsid w:val="00A1570F"/>
    <w:rsid w:val="00A15750"/>
    <w:rsid w:val="00A25EDB"/>
    <w:rsid w:val="00A53234"/>
    <w:rsid w:val="00A626D6"/>
    <w:rsid w:val="00A828F6"/>
    <w:rsid w:val="00AA01DA"/>
    <w:rsid w:val="00AA0FF5"/>
    <w:rsid w:val="00AB2885"/>
    <w:rsid w:val="00AD2A40"/>
    <w:rsid w:val="00AE0F96"/>
    <w:rsid w:val="00AE49F2"/>
    <w:rsid w:val="00AF5631"/>
    <w:rsid w:val="00B1009F"/>
    <w:rsid w:val="00B102C4"/>
    <w:rsid w:val="00B22BAC"/>
    <w:rsid w:val="00B2527E"/>
    <w:rsid w:val="00B2578C"/>
    <w:rsid w:val="00B33E6C"/>
    <w:rsid w:val="00B44440"/>
    <w:rsid w:val="00B57D06"/>
    <w:rsid w:val="00B655BF"/>
    <w:rsid w:val="00B7292A"/>
    <w:rsid w:val="00B75042"/>
    <w:rsid w:val="00B7677D"/>
    <w:rsid w:val="00B95249"/>
    <w:rsid w:val="00BA44F0"/>
    <w:rsid w:val="00BA5840"/>
    <w:rsid w:val="00BB095D"/>
    <w:rsid w:val="00BB485F"/>
    <w:rsid w:val="00BB56D5"/>
    <w:rsid w:val="00BE051D"/>
    <w:rsid w:val="00BE2A06"/>
    <w:rsid w:val="00BE4679"/>
    <w:rsid w:val="00BF70B0"/>
    <w:rsid w:val="00C04676"/>
    <w:rsid w:val="00C1448E"/>
    <w:rsid w:val="00C15224"/>
    <w:rsid w:val="00C20DBB"/>
    <w:rsid w:val="00C53E1B"/>
    <w:rsid w:val="00C5407E"/>
    <w:rsid w:val="00C71F73"/>
    <w:rsid w:val="00C71F8B"/>
    <w:rsid w:val="00C76FF0"/>
    <w:rsid w:val="00C8215E"/>
    <w:rsid w:val="00C8551B"/>
    <w:rsid w:val="00C93B6D"/>
    <w:rsid w:val="00C97D93"/>
    <w:rsid w:val="00CA3DC1"/>
    <w:rsid w:val="00CB17FB"/>
    <w:rsid w:val="00CB2125"/>
    <w:rsid w:val="00CB3D0B"/>
    <w:rsid w:val="00CB5555"/>
    <w:rsid w:val="00CE420C"/>
    <w:rsid w:val="00CE424F"/>
    <w:rsid w:val="00D16EFE"/>
    <w:rsid w:val="00D63F9E"/>
    <w:rsid w:val="00D659B8"/>
    <w:rsid w:val="00D70B97"/>
    <w:rsid w:val="00D7262D"/>
    <w:rsid w:val="00D8458C"/>
    <w:rsid w:val="00D976E8"/>
    <w:rsid w:val="00DC387D"/>
    <w:rsid w:val="00DC523D"/>
    <w:rsid w:val="00DC5B50"/>
    <w:rsid w:val="00DD17A1"/>
    <w:rsid w:val="00DD5AEB"/>
    <w:rsid w:val="00DE760F"/>
    <w:rsid w:val="00E152EB"/>
    <w:rsid w:val="00E17218"/>
    <w:rsid w:val="00E63A3D"/>
    <w:rsid w:val="00E75707"/>
    <w:rsid w:val="00E8754C"/>
    <w:rsid w:val="00E95926"/>
    <w:rsid w:val="00EC2906"/>
    <w:rsid w:val="00EF5B56"/>
    <w:rsid w:val="00EF7B64"/>
    <w:rsid w:val="00F05FFA"/>
    <w:rsid w:val="00F134E6"/>
    <w:rsid w:val="00F41C71"/>
    <w:rsid w:val="00F529C2"/>
    <w:rsid w:val="00F7580B"/>
    <w:rsid w:val="00F763E1"/>
    <w:rsid w:val="00F82FAC"/>
    <w:rsid w:val="00F83E79"/>
    <w:rsid w:val="00F8589E"/>
    <w:rsid w:val="00FA3FA4"/>
    <w:rsid w:val="00FB16A5"/>
    <w:rsid w:val="00FB4E6A"/>
    <w:rsid w:val="00FC02B1"/>
    <w:rsid w:val="00FC0423"/>
    <w:rsid w:val="00FC565B"/>
    <w:rsid w:val="00FE4030"/>
    <w:rsid w:val="00FF06E7"/>
    <w:rsid w:val="00FF48A3"/>
    <w:rsid w:val="00FF7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43685E5"/>
  <w15:chartTrackingRefBased/>
  <w15:docId w15:val="{31EFF741-E43C-4478-B52F-F33ED91CB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Hyperlink" w:uiPriority="99"/>
    <w:lsdException w:name="Strong" w:qFormat="1"/>
    <w:lsdException w:name="Emphasis" w:qFormat="1"/>
    <w:lsdException w:name="Plain Text" w:uiPriority="99"/>
    <w:lsdException w:name="HTML Keyboar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0E2BE9"/>
    <w:rPr>
      <w:rFonts w:ascii="TimesLT" w:hAnsi="TimesLT"/>
      <w:sz w:val="26"/>
      <w:lang w:eastAsia="en-US"/>
    </w:rPr>
  </w:style>
  <w:style w:type="paragraph" w:styleId="Antrat1">
    <w:name w:val="heading 1"/>
    <w:basedOn w:val="prastasis"/>
    <w:next w:val="prastasis"/>
    <w:qFormat/>
    <w:rsid w:val="000E2BE9"/>
    <w:pPr>
      <w:keepNext/>
      <w:outlineLvl w:val="0"/>
    </w:pPr>
    <w:rPr>
      <w:rFonts w:ascii="Times New Roman" w:hAnsi="Times New Roman"/>
      <w:b/>
    </w:rPr>
  </w:style>
  <w:style w:type="paragraph" w:styleId="Antrat2">
    <w:name w:val="heading 2"/>
    <w:basedOn w:val="prastasis"/>
    <w:next w:val="prastasis"/>
    <w:link w:val="Antrat2Diagrama"/>
    <w:qFormat/>
    <w:rsid w:val="000E2BE9"/>
    <w:pPr>
      <w:keepNext/>
      <w:jc w:val="center"/>
      <w:outlineLvl w:val="1"/>
    </w:pPr>
    <w:rPr>
      <w:rFonts w:ascii="Times New Roman" w:hAnsi="Times New Roman"/>
      <w:b/>
      <w:spacing w:val="3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rsid w:val="000E2BE9"/>
    <w:pPr>
      <w:tabs>
        <w:tab w:val="center" w:pos="4153"/>
        <w:tab w:val="right" w:pos="8306"/>
      </w:tabs>
    </w:pPr>
  </w:style>
  <w:style w:type="paragraph" w:styleId="Porat">
    <w:name w:val="footer"/>
    <w:basedOn w:val="prastasis"/>
    <w:rsid w:val="000E2BE9"/>
    <w:pPr>
      <w:tabs>
        <w:tab w:val="center" w:pos="4153"/>
        <w:tab w:val="right" w:pos="8306"/>
      </w:tabs>
    </w:pPr>
  </w:style>
  <w:style w:type="character" w:styleId="Puslapionumeris">
    <w:name w:val="page number"/>
    <w:basedOn w:val="Numatytasispastraiposriftas"/>
    <w:rsid w:val="000E2BE9"/>
  </w:style>
  <w:style w:type="paragraph" w:styleId="Debesliotekstas">
    <w:name w:val="Balloon Text"/>
    <w:basedOn w:val="prastasis"/>
    <w:semiHidden/>
    <w:rsid w:val="00763CFB"/>
    <w:rPr>
      <w:rFonts w:ascii="Tahoma" w:hAnsi="Tahoma" w:cs="Tahoma"/>
      <w:sz w:val="16"/>
      <w:szCs w:val="16"/>
    </w:rPr>
  </w:style>
  <w:style w:type="character" w:styleId="Hipersaitas">
    <w:name w:val="Hyperlink"/>
    <w:uiPriority w:val="99"/>
    <w:rsid w:val="00CB2125"/>
    <w:rPr>
      <w:color w:val="0000FF"/>
      <w:u w:val="single"/>
    </w:rPr>
  </w:style>
  <w:style w:type="table" w:styleId="Lentelstinklelis">
    <w:name w:val="Table Grid"/>
    <w:basedOn w:val="prastojilentel"/>
    <w:rsid w:val="008253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trat2Diagrama">
    <w:name w:val="Antraštė 2 Diagrama"/>
    <w:link w:val="Antrat2"/>
    <w:rsid w:val="00D659B8"/>
    <w:rPr>
      <w:b/>
      <w:spacing w:val="30"/>
      <w:sz w:val="26"/>
      <w:lang w:eastAsia="en-US"/>
    </w:rPr>
  </w:style>
  <w:style w:type="character" w:customStyle="1" w:styleId="AntratsDiagrama">
    <w:name w:val="Antraštės Diagrama"/>
    <w:link w:val="Antrats"/>
    <w:rsid w:val="00D659B8"/>
    <w:rPr>
      <w:rFonts w:ascii="TimesLT" w:hAnsi="TimesLT"/>
      <w:sz w:val="26"/>
      <w:lang w:eastAsia="en-US"/>
    </w:rPr>
  </w:style>
  <w:style w:type="paragraph" w:styleId="Paprastasistekstas">
    <w:name w:val="Plain Text"/>
    <w:basedOn w:val="prastasis"/>
    <w:link w:val="PaprastasistekstasDiagrama"/>
    <w:uiPriority w:val="99"/>
    <w:unhideWhenUsed/>
    <w:rsid w:val="002A100A"/>
    <w:rPr>
      <w:rFonts w:ascii="Calibri" w:eastAsiaTheme="minorHAnsi" w:hAnsi="Calibri" w:cstheme="minorBidi"/>
      <w:sz w:val="22"/>
      <w:szCs w:val="21"/>
    </w:rPr>
  </w:style>
  <w:style w:type="character" w:customStyle="1" w:styleId="PaprastasistekstasDiagrama">
    <w:name w:val="Paprastasis tekstas Diagrama"/>
    <w:basedOn w:val="Numatytasispastraiposriftas"/>
    <w:link w:val="Paprastasistekstas"/>
    <w:uiPriority w:val="99"/>
    <w:rsid w:val="002A100A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paragraph">
    <w:name w:val="paragraph"/>
    <w:basedOn w:val="prastasis"/>
    <w:rsid w:val="0015096E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  <w:lang w:eastAsia="lt-LT"/>
    </w:rPr>
  </w:style>
  <w:style w:type="character" w:customStyle="1" w:styleId="normaltextrun">
    <w:name w:val="normaltextrun"/>
    <w:basedOn w:val="Numatytasispastraiposriftas"/>
    <w:rsid w:val="0015096E"/>
  </w:style>
  <w:style w:type="character" w:customStyle="1" w:styleId="eop">
    <w:name w:val="eop"/>
    <w:basedOn w:val="Numatytasispastraiposriftas"/>
    <w:rsid w:val="0015096E"/>
  </w:style>
  <w:style w:type="character" w:styleId="Neapdorotaspaminjimas">
    <w:name w:val="Unresolved Mention"/>
    <w:basedOn w:val="Numatytasispastraiposriftas"/>
    <w:uiPriority w:val="99"/>
    <w:semiHidden/>
    <w:unhideWhenUsed/>
    <w:rsid w:val="00E17218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CB3D0B"/>
    <w:rPr>
      <w:rFonts w:ascii="TimesLT" w:hAnsi="TimesLT"/>
      <w:sz w:val="26"/>
      <w:lang w:eastAsia="en-US"/>
    </w:rPr>
  </w:style>
  <w:style w:type="character" w:styleId="Komentaronuoroda">
    <w:name w:val="annotation reference"/>
    <w:basedOn w:val="Numatytasispastraiposriftas"/>
    <w:rsid w:val="0028408B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rsid w:val="0028408B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rsid w:val="0028408B"/>
    <w:rPr>
      <w:rFonts w:ascii="TimesLT" w:hAnsi="TimesLT"/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semiHidden/>
    <w:unhideWhenUsed/>
    <w:rsid w:val="0028408B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semiHidden/>
    <w:rsid w:val="0028408B"/>
    <w:rPr>
      <w:rFonts w:ascii="TimesLT" w:hAnsi="TimesLT"/>
      <w:b/>
      <w:bCs/>
      <w:lang w:eastAsia="en-US"/>
    </w:rPr>
  </w:style>
  <w:style w:type="character" w:styleId="Emfaz">
    <w:name w:val="Emphasis"/>
    <w:basedOn w:val="Numatytasispastraiposriftas"/>
    <w:qFormat/>
    <w:rsid w:val="00B1009F"/>
    <w:rPr>
      <w:i/>
      <w:iCs/>
    </w:rPr>
  </w:style>
  <w:style w:type="paragraph" w:customStyle="1" w:styleId="Antrat20">
    <w:name w:val="Antraštė2"/>
    <w:basedOn w:val="prastasis"/>
    <w:next w:val="prastasis"/>
    <w:rsid w:val="00CB5555"/>
    <w:pPr>
      <w:widowControl w:val="0"/>
      <w:suppressLineNumbers/>
      <w:suppressAutoHyphens/>
      <w:spacing w:before="120" w:after="120"/>
    </w:pPr>
    <w:rPr>
      <w:rFonts w:ascii="Times New Roman" w:eastAsia="HG Mincho Light J" w:hAnsi="Times New Roman"/>
      <w:i/>
      <w:color w:val="000000"/>
      <w:sz w:val="20"/>
      <w:szCs w:val="24"/>
      <w:lang w:eastAsia="ar-SA"/>
    </w:rPr>
  </w:style>
  <w:style w:type="character" w:customStyle="1" w:styleId="patternclearwhitecharchar">
    <w:name w:val="patternclearwhitecharchar"/>
    <w:rsid w:val="00CB5555"/>
    <w:rPr>
      <w:color w:val="000000"/>
    </w:rPr>
  </w:style>
  <w:style w:type="paragraph" w:styleId="Pagrindinistekstas2">
    <w:name w:val="Body Text 2"/>
    <w:basedOn w:val="prastasis"/>
    <w:link w:val="Pagrindinistekstas2Diagrama"/>
    <w:uiPriority w:val="99"/>
    <w:rsid w:val="000E4DE9"/>
    <w:pPr>
      <w:spacing w:line="36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rsid w:val="000E4DE9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94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66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15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4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219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10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75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979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79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33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70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0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135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5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42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090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684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laima.rusiene@krs.lt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gle.rilskiene@keskosenukai.l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administratorius@krs.lt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imondam\Desktop\ADMINISTRACIJOS%20SIUNCIAMAS.dotx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2F7E1E60-EA11-4EF3-96D2-222A57C921E9}">
  <we:reference id="fdf991e6-9106-41cd-a3e3-a99d86201b80" version="1.0.0.0" store="\\localhost\DekaOfficeAddins" storeType="Filesystem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72AA0CE202124B8F37311BD42D864C" ma:contentTypeVersion="0" ma:contentTypeDescription="Create a new document." ma:contentTypeScope="" ma:versionID="e2fb6b17f2670531999605eca1b0b924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4252EF3-04D7-476D-81B2-0AA7948BF3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4B248E3-0DA8-4B63-A22D-D18E639FAEC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B8163B7-BF3E-41A5-9DF2-D6EA91CA36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36C51E-601C-4B45-AE65-1781F7CE24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ADMINISTRACIJOS SIUNCIAMAS</Template>
  <TotalTime>33</TotalTime>
  <Pages>1</Pages>
  <Words>179</Words>
  <Characters>1494</Characters>
  <Application>Microsoft Office Word</Application>
  <DocSecurity>0</DocSecurity>
  <Lines>12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KAUNO RAJONO SAVIVALDYBĖS</vt:lpstr>
      <vt:lpstr>KAUNO RAJONO SAVIVALDYBĖS</vt:lpstr>
    </vt:vector>
  </TitlesOfParts>
  <Company>Kauno rajono savivaldybe</Company>
  <LinksUpToDate>false</LinksUpToDate>
  <CharactersWithSpaces>1670</CharactersWithSpaces>
  <SharedDoc>false</SharedDoc>
  <HLinks>
    <vt:vector size="6" baseType="variant">
      <vt:variant>
        <vt:i4>1703994</vt:i4>
      </vt:variant>
      <vt:variant>
        <vt:i4>5</vt:i4>
      </vt:variant>
      <vt:variant>
        <vt:i4>0</vt:i4>
      </vt:variant>
      <vt:variant>
        <vt:i4>5</vt:i4>
      </vt:variant>
      <vt:variant>
        <vt:lpwstr>mailto:administratorius@krs.lt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KAUNO RAJONO SAVIVALDYBĖS</dc:title>
  <dc:subject/>
  <dc:creator>Raimonda Mačiulytė</dc:creator>
  <cp:keywords/>
  <cp:lastModifiedBy>Agnė Barbaravičiūtė</cp:lastModifiedBy>
  <cp:revision>4</cp:revision>
  <cp:lastPrinted>2022-01-28T07:15:00Z</cp:lastPrinted>
  <dcterms:created xsi:type="dcterms:W3CDTF">2023-03-24T12:59:00Z</dcterms:created>
  <dcterms:modified xsi:type="dcterms:W3CDTF">2023-03-27T04:42:00Z</dcterms:modified>
</cp:coreProperties>
</file>